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65D1311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197C11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D9F7F1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46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368C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F19EE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43572E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46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46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CA5BF9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41D2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6A8"/>
    <w:rsid w:val="001747C1"/>
    <w:rsid w:val="00184743"/>
    <w:rsid w:val="00197C11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C714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067DB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181B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495C4-7EB4-4F23-B4D7-DEC54B2D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6</cp:revision>
  <cp:lastPrinted>2024-10-04T10:05:00Z</cp:lastPrinted>
  <dcterms:created xsi:type="dcterms:W3CDTF">2024-05-30T10:23:00Z</dcterms:created>
  <dcterms:modified xsi:type="dcterms:W3CDTF">2024-10-04T10:05:00Z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